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D48" w:rsidRDefault="00350D48" w:rsidP="008D5C74">
      <w:pPr>
        <w:spacing w:after="0" w:line="240" w:lineRule="auto"/>
        <w:rPr>
          <w:lang w:val="tt-RU"/>
        </w:rPr>
      </w:pPr>
      <w:r>
        <w:rPr>
          <w:lang w:val="tt-RU"/>
        </w:rPr>
        <w:t>9 класс</w:t>
      </w:r>
    </w:p>
    <w:p w:rsidR="007E5949" w:rsidRDefault="008D5C74" w:rsidP="008D5C74">
      <w:pPr>
        <w:spacing w:after="0" w:line="240" w:lineRule="auto"/>
      </w:pPr>
      <w:r>
        <w:rPr>
          <w:lang w:val="tt-RU"/>
        </w:rPr>
        <w:t>Информатика</w:t>
      </w:r>
    </w:p>
    <w:p w:rsidR="008D5C74" w:rsidRPr="008D5C74" w:rsidRDefault="008D5C74" w:rsidP="008D5C74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 w:rsidRPr="008D5C74">
        <w:rPr>
          <w:rFonts w:ascii="Times New Roman" w:hAnsi="Times New Roman"/>
          <w:b/>
          <w:sz w:val="24"/>
          <w:szCs w:val="24"/>
          <w:lang w:val="tt-RU"/>
        </w:rPr>
        <w:t>Тема: Табличные вычисления на комп</w:t>
      </w:r>
      <w:r w:rsidRPr="008D5C74">
        <w:rPr>
          <w:rFonts w:ascii="Times New Roman" w:hAnsi="Times New Roman"/>
          <w:b/>
          <w:sz w:val="24"/>
          <w:szCs w:val="24"/>
        </w:rPr>
        <w:t>ь</w:t>
      </w:r>
      <w:r w:rsidRPr="008D5C74">
        <w:rPr>
          <w:rFonts w:ascii="Times New Roman" w:hAnsi="Times New Roman"/>
          <w:b/>
          <w:sz w:val="24"/>
          <w:szCs w:val="24"/>
          <w:lang w:val="tt-RU"/>
        </w:rPr>
        <w:t>ютере</w:t>
      </w:r>
    </w:p>
    <w:p w:rsidR="007E5949" w:rsidRPr="00556400" w:rsidRDefault="007E5949" w:rsidP="008D5C74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 w:rsidRPr="00556400">
        <w:rPr>
          <w:rFonts w:ascii="Times New Roman" w:hAnsi="Times New Roman"/>
          <w:b/>
          <w:sz w:val="24"/>
          <w:szCs w:val="24"/>
        </w:rPr>
        <w:t>Тема</w:t>
      </w:r>
      <w:r w:rsidR="008D5C74">
        <w:rPr>
          <w:rFonts w:ascii="Times New Roman" w:hAnsi="Times New Roman"/>
          <w:b/>
          <w:sz w:val="24"/>
          <w:szCs w:val="24"/>
          <w:lang w:val="tt-RU"/>
        </w:rPr>
        <w:t xml:space="preserve"> урока</w:t>
      </w:r>
      <w:r w:rsidRPr="00556400">
        <w:rPr>
          <w:rFonts w:ascii="Times New Roman" w:hAnsi="Times New Roman"/>
          <w:b/>
          <w:sz w:val="24"/>
          <w:szCs w:val="24"/>
        </w:rPr>
        <w:t xml:space="preserve">: </w:t>
      </w:r>
      <w:r w:rsidRPr="00556400">
        <w:rPr>
          <w:rFonts w:ascii="Times New Roman" w:hAnsi="Times New Roman"/>
          <w:b/>
          <w:sz w:val="24"/>
          <w:szCs w:val="24"/>
          <w:lang w:val="tt-RU"/>
        </w:rPr>
        <w:t>Системы счисления. Двоичная система счисления.</w:t>
      </w:r>
    </w:p>
    <w:p w:rsidR="007E5949" w:rsidRPr="00841A78" w:rsidRDefault="007E5949" w:rsidP="008D5C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A7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Образовательные задачи: </w:t>
      </w:r>
    </w:p>
    <w:p w:rsidR="007E5949" w:rsidRPr="00841A78" w:rsidRDefault="007E5949" w:rsidP="008D5C74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A78">
        <w:rPr>
          <w:rFonts w:ascii="Times New Roman" w:eastAsia="Times New Roman" w:hAnsi="Times New Roman"/>
          <w:sz w:val="24"/>
          <w:szCs w:val="24"/>
          <w:lang w:eastAsia="ru-RU"/>
        </w:rPr>
        <w:t>Обеспечить усвоение знан</w:t>
      </w:r>
      <w:r w:rsidR="008D5C74">
        <w:rPr>
          <w:rFonts w:ascii="Times New Roman" w:eastAsia="Times New Roman" w:hAnsi="Times New Roman"/>
          <w:sz w:val="24"/>
          <w:szCs w:val="24"/>
          <w:lang w:eastAsia="ru-RU"/>
        </w:rPr>
        <w:t>ий по те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 « Системы счисления».</w:t>
      </w:r>
    </w:p>
    <w:p w:rsidR="007E5949" w:rsidRPr="00841A78" w:rsidRDefault="007E5949" w:rsidP="007E594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41A78">
        <w:rPr>
          <w:rFonts w:ascii="Times New Roman" w:eastAsia="Times New Roman" w:hAnsi="Times New Roman"/>
          <w:sz w:val="24"/>
          <w:szCs w:val="24"/>
          <w:lang w:eastAsia="ru-RU"/>
        </w:rPr>
        <w:t>Обеспечить формирование навыков решения задач с применением знаний по теме “Системы счисления”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E5949" w:rsidRPr="000C5E86" w:rsidRDefault="007E5949" w:rsidP="000C5E86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666A8">
        <w:rPr>
          <w:rFonts w:ascii="Times New Roman" w:hAnsi="Times New Roman"/>
          <w:sz w:val="24"/>
          <w:szCs w:val="24"/>
        </w:rPr>
        <w:t>Обеспечить усвоение учащимися алгоритма перевода десятичных чисел в  в систему счисления с основанием 2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3666A8">
        <w:rPr>
          <w:rFonts w:ascii="Times New Roman" w:hAnsi="Times New Roman"/>
          <w:sz w:val="24"/>
          <w:szCs w:val="24"/>
        </w:rPr>
        <w:t>и обратно</w:t>
      </w:r>
      <w:r>
        <w:rPr>
          <w:rFonts w:ascii="Times New Roman" w:hAnsi="Times New Roman"/>
          <w:sz w:val="24"/>
          <w:szCs w:val="24"/>
        </w:rPr>
        <w:t>.</w:t>
      </w:r>
    </w:p>
    <w:p w:rsidR="007E5949" w:rsidRPr="003666A8" w:rsidRDefault="007E5949" w:rsidP="007E5949">
      <w:pPr>
        <w:pStyle w:val="a3"/>
        <w:spacing w:after="0" w:line="240" w:lineRule="auto"/>
        <w:ind w:left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666A8">
        <w:rPr>
          <w:rFonts w:ascii="Times New Roman" w:eastAsia="Times New Roman" w:hAnsi="Times New Roman"/>
          <w:b/>
          <w:sz w:val="24"/>
          <w:szCs w:val="24"/>
          <w:lang w:eastAsia="ru-RU"/>
        </w:rPr>
        <w:t>Развивающие задачи:</w:t>
      </w:r>
    </w:p>
    <w:p w:rsidR="007E5949" w:rsidRPr="00AF76FF" w:rsidRDefault="007E5949" w:rsidP="007E5949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666A8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Pr="00841A78">
        <w:rPr>
          <w:rFonts w:ascii="Times New Roman" w:hAnsi="Times New Roman"/>
          <w:sz w:val="24"/>
          <w:szCs w:val="24"/>
        </w:rPr>
        <w:t>формировать  общеучебные и общекультурные навыки работы с информацией: грамотно пользоваться источниками информации, умение дать оценку достоверности информации, умение правильно организовать информационный процесс</w:t>
      </w:r>
      <w:r>
        <w:rPr>
          <w:rFonts w:ascii="Times New Roman" w:hAnsi="Times New Roman"/>
          <w:sz w:val="24"/>
          <w:szCs w:val="24"/>
        </w:rPr>
        <w:t>.</w:t>
      </w:r>
    </w:p>
    <w:p w:rsidR="007E5949" w:rsidRPr="007E5949" w:rsidRDefault="007E5949" w:rsidP="007E5949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A78">
        <w:rPr>
          <w:rFonts w:ascii="Times New Roman" w:hAnsi="Times New Roman"/>
          <w:sz w:val="24"/>
          <w:szCs w:val="24"/>
        </w:rPr>
        <w:t>Сформировать</w:t>
      </w:r>
      <w:r>
        <w:rPr>
          <w:rFonts w:ascii="Times New Roman" w:hAnsi="Times New Roman"/>
          <w:sz w:val="24"/>
          <w:szCs w:val="24"/>
        </w:rPr>
        <w:t xml:space="preserve"> навыки самообразования и контроля.</w:t>
      </w:r>
    </w:p>
    <w:p w:rsidR="007E5949" w:rsidRPr="000C5E86" w:rsidRDefault="007E5949" w:rsidP="000C5E86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t>Развить  познавательные интересы.</w:t>
      </w:r>
    </w:p>
    <w:p w:rsidR="007E5949" w:rsidRPr="003666A8" w:rsidRDefault="007E5949" w:rsidP="00EE19D9">
      <w:pPr>
        <w:pStyle w:val="a3"/>
        <w:spacing w:before="100" w:beforeAutospacing="1" w:after="100" w:afterAutospacing="1" w:line="240" w:lineRule="auto"/>
        <w:ind w:left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666A8">
        <w:rPr>
          <w:rFonts w:ascii="Times New Roman" w:eastAsia="Times New Roman" w:hAnsi="Times New Roman"/>
          <w:b/>
          <w:sz w:val="24"/>
          <w:szCs w:val="24"/>
          <w:lang w:eastAsia="ru-RU"/>
        </w:rPr>
        <w:t>Воспитательн</w:t>
      </w:r>
      <w:r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>ые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задач</w:t>
      </w:r>
      <w:r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>и</w:t>
      </w:r>
      <w:r w:rsidRPr="003666A8">
        <w:rPr>
          <w:rFonts w:ascii="Times New Roman" w:eastAsia="Times New Roman" w:hAnsi="Times New Roman"/>
          <w:b/>
          <w:sz w:val="24"/>
          <w:szCs w:val="24"/>
          <w:lang w:eastAsia="ru-RU"/>
        </w:rPr>
        <w:t>:</w:t>
      </w:r>
    </w:p>
    <w:p w:rsidR="007E5949" w:rsidRPr="008F3969" w:rsidRDefault="007E5949" w:rsidP="007E5949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41A78">
        <w:rPr>
          <w:rFonts w:ascii="Times New Roman" w:eastAsia="Times New Roman" w:hAnsi="Times New Roman"/>
          <w:sz w:val="24"/>
          <w:szCs w:val="24"/>
          <w:lang w:eastAsia="ru-RU"/>
        </w:rPr>
        <w:t>Воспитание 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сознанной потребности в знаниях</w:t>
      </w:r>
      <w:r>
        <w:rPr>
          <w:rFonts w:ascii="Times New Roman" w:eastAsia="Times New Roman" w:hAnsi="Times New Roman"/>
          <w:sz w:val="24"/>
          <w:szCs w:val="24"/>
          <w:lang w:val="tt-RU" w:eastAsia="ru-RU"/>
        </w:rPr>
        <w:t>.</w:t>
      </w:r>
    </w:p>
    <w:p w:rsidR="00EE19D9" w:rsidRPr="00EE19D9" w:rsidRDefault="007E5949" w:rsidP="00EE19D9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tt-RU" w:eastAsia="ru-RU"/>
        </w:rPr>
        <w:t>Воспитание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стремление учащихся использовать ПК как инструмент для получения информации в образовательных целях.</w:t>
      </w:r>
    </w:p>
    <w:p w:rsidR="007E5949" w:rsidRPr="00EE19D9" w:rsidRDefault="007E5949" w:rsidP="00EE19D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19D9">
        <w:rPr>
          <w:b/>
          <w:i/>
          <w:sz w:val="24"/>
        </w:rPr>
        <w:t xml:space="preserve">Тип урока: </w:t>
      </w:r>
      <w:r w:rsidRPr="00EE19D9">
        <w:rPr>
          <w:i/>
          <w:sz w:val="24"/>
        </w:rPr>
        <w:t xml:space="preserve"> урок изучения новой темы</w:t>
      </w:r>
    </w:p>
    <w:p w:rsidR="007E5949" w:rsidRDefault="007E5949" w:rsidP="00EE19D9">
      <w:pPr>
        <w:spacing w:after="0" w:line="240" w:lineRule="auto"/>
        <w:rPr>
          <w:sz w:val="24"/>
        </w:rPr>
      </w:pPr>
      <w:r>
        <w:rPr>
          <w:b/>
          <w:sz w:val="24"/>
        </w:rPr>
        <w:t>Метод обучения</w:t>
      </w:r>
      <w:r>
        <w:rPr>
          <w:sz w:val="24"/>
        </w:rPr>
        <w:t xml:space="preserve"> - наглядно-практический.</w:t>
      </w:r>
    </w:p>
    <w:p w:rsidR="007E5949" w:rsidRPr="00CF129B" w:rsidRDefault="007E5949" w:rsidP="008D5C74">
      <w:pPr>
        <w:spacing w:after="0" w:line="240" w:lineRule="auto"/>
        <w:rPr>
          <w:sz w:val="24"/>
          <w:lang w:val="tt-RU"/>
        </w:rPr>
      </w:pPr>
      <w:r>
        <w:rPr>
          <w:b/>
          <w:sz w:val="24"/>
        </w:rPr>
        <w:t>Методическая цель</w:t>
      </w:r>
      <w:r>
        <w:rPr>
          <w:sz w:val="24"/>
        </w:rPr>
        <w:t xml:space="preserve">-  Показать использование  компьютерных технологий для формирования </w:t>
      </w:r>
      <w:r>
        <w:rPr>
          <w:sz w:val="24"/>
          <w:lang w:val="tt-RU"/>
        </w:rPr>
        <w:t>знаний и умений</w:t>
      </w:r>
      <w:r>
        <w:rPr>
          <w:sz w:val="24"/>
        </w:rPr>
        <w:t xml:space="preserve"> </w:t>
      </w:r>
      <w:r>
        <w:rPr>
          <w:sz w:val="24"/>
          <w:lang w:val="tt-RU"/>
        </w:rPr>
        <w:t>учащихся</w:t>
      </w:r>
    </w:p>
    <w:p w:rsidR="007E5949" w:rsidRPr="002703D1" w:rsidRDefault="007E5949" w:rsidP="008D5C74">
      <w:pPr>
        <w:spacing w:after="0" w:line="240" w:lineRule="auto"/>
        <w:rPr>
          <w:sz w:val="24"/>
        </w:rPr>
      </w:pPr>
      <w:r>
        <w:rPr>
          <w:b/>
          <w:sz w:val="24"/>
        </w:rPr>
        <w:t xml:space="preserve">Оборудование: </w:t>
      </w:r>
      <w:r>
        <w:rPr>
          <w:sz w:val="24"/>
        </w:rPr>
        <w:t xml:space="preserve">Компьютеры </w:t>
      </w:r>
      <w:r>
        <w:rPr>
          <w:sz w:val="24"/>
          <w:lang w:val="en-US"/>
        </w:rPr>
        <w:t>IBM</w:t>
      </w:r>
      <w:r w:rsidRPr="002703D1">
        <w:rPr>
          <w:sz w:val="24"/>
        </w:rPr>
        <w:t xml:space="preserve"> </w:t>
      </w:r>
      <w:r>
        <w:rPr>
          <w:sz w:val="24"/>
          <w:lang w:val="en-US"/>
        </w:rPr>
        <w:t>PC</w:t>
      </w:r>
      <w:r>
        <w:rPr>
          <w:sz w:val="24"/>
        </w:rPr>
        <w:t>, проектор, интерактивное оборудование</w:t>
      </w:r>
    </w:p>
    <w:p w:rsidR="007E5949" w:rsidRDefault="007E5949" w:rsidP="008D5C74">
      <w:pPr>
        <w:spacing w:after="0" w:line="240" w:lineRule="auto"/>
        <w:rPr>
          <w:b/>
          <w:sz w:val="24"/>
        </w:rPr>
      </w:pPr>
      <w:r>
        <w:rPr>
          <w:b/>
          <w:sz w:val="24"/>
        </w:rPr>
        <w:t>Дидактический, учебно-наглядный, раздаточный материал:</w:t>
      </w:r>
    </w:p>
    <w:p w:rsidR="007E5949" w:rsidRPr="00EE19D9" w:rsidRDefault="007E5949" w:rsidP="008D5C74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>
        <w:rPr>
          <w:sz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Теоретический материал. Образовательная програм</w:t>
      </w:r>
      <w:r w:rsidR="00EE19D9">
        <w:rPr>
          <w:rFonts w:ascii="Times New Roman" w:hAnsi="Times New Roman"/>
          <w:sz w:val="24"/>
          <w:szCs w:val="24"/>
        </w:rPr>
        <w:t>ма «Двоичная система счисления»</w:t>
      </w:r>
      <w:r w:rsidR="00EE19D9">
        <w:rPr>
          <w:rFonts w:ascii="Times New Roman" w:hAnsi="Times New Roman"/>
          <w:sz w:val="24"/>
          <w:szCs w:val="24"/>
          <w:lang w:val="tt-RU"/>
        </w:rPr>
        <w:t xml:space="preserve"> в</w:t>
      </w:r>
      <w:r w:rsidR="00EE19D9" w:rsidRPr="00EE19D9">
        <w:rPr>
          <w:sz w:val="24"/>
          <w:szCs w:val="24"/>
        </w:rPr>
        <w:t xml:space="preserve"> </w:t>
      </w:r>
      <w:r w:rsidR="00EE19D9">
        <w:rPr>
          <w:sz w:val="24"/>
          <w:szCs w:val="24"/>
        </w:rPr>
        <w:t xml:space="preserve">среде </w:t>
      </w:r>
      <w:r w:rsidR="00EE19D9">
        <w:rPr>
          <w:rFonts w:ascii="Times New Roman" w:hAnsi="Times New Roman"/>
          <w:sz w:val="24"/>
          <w:szCs w:val="24"/>
          <w:lang w:val="en-US"/>
        </w:rPr>
        <w:t>tMaker</w:t>
      </w:r>
      <w:r w:rsidR="00EE19D9">
        <w:rPr>
          <w:rFonts w:ascii="Times New Roman" w:hAnsi="Times New Roman"/>
          <w:sz w:val="24"/>
          <w:szCs w:val="24"/>
          <w:lang w:val="tt-RU"/>
        </w:rPr>
        <w:t xml:space="preserve">. </w:t>
      </w:r>
    </w:p>
    <w:p w:rsidR="007E5949" w:rsidRPr="00EE19D9" w:rsidRDefault="007E5949" w:rsidP="007E594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E19D9">
        <w:rPr>
          <w:rFonts w:ascii="Times New Roman" w:hAnsi="Times New Roman"/>
          <w:b/>
          <w:sz w:val="24"/>
          <w:szCs w:val="24"/>
        </w:rPr>
        <w:t>Проект урока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546"/>
        <w:gridCol w:w="2994"/>
        <w:gridCol w:w="1193"/>
        <w:gridCol w:w="2630"/>
        <w:gridCol w:w="2552"/>
      </w:tblGrid>
      <w:tr w:rsidR="007E5949" w:rsidTr="000C5E86">
        <w:trPr>
          <w:trHeight w:val="431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Default="007E5949" w:rsidP="00251A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Default="007E5949" w:rsidP="00251A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Этапы урока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Default="007E5949" w:rsidP="00251A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 (мин)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Default="007E5949" w:rsidP="00251A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 учителя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Default="007E5949" w:rsidP="00251A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 ученика</w:t>
            </w:r>
          </w:p>
        </w:tc>
      </w:tr>
      <w:tr w:rsidR="007E5949" w:rsidTr="000C5E86">
        <w:trPr>
          <w:trHeight w:val="431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Default="007E5949" w:rsidP="00251A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Default="007E5949" w:rsidP="00251A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Объявление темы (целеполагание)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Default="007E5949" w:rsidP="00251A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Default="007E5949" w:rsidP="00251A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Объявление темы урока и целей, которые должны достичь учащиеся.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Default="007E5949" w:rsidP="00251A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Ставят перед собой цель выполнять  задания в порядке повышения уровней сложности и получить  хорошие и отличные оценки</w:t>
            </w:r>
          </w:p>
        </w:tc>
      </w:tr>
      <w:tr w:rsidR="007E5949" w:rsidTr="000C5E86">
        <w:trPr>
          <w:trHeight w:val="431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Default="007E5949" w:rsidP="00251A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949" w:rsidRDefault="007E5949" w:rsidP="00251A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Самостоятельное изучение темы: «Системы счисления. Двоичная система счисления» </w:t>
            </w:r>
          </w:p>
          <w:p w:rsidR="007E5949" w:rsidRDefault="007E5949" w:rsidP="00251A85">
            <w:pPr>
              <w:rPr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Default="007E5949" w:rsidP="00251A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Default="007E5949" w:rsidP="00251A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раздает теоретический материал</w:t>
            </w:r>
            <w:r w:rsidR="00621414">
              <w:rPr>
                <w:sz w:val="24"/>
                <w:szCs w:val="24"/>
              </w:rPr>
              <w:t xml:space="preserve"> (опорные конспекты)</w:t>
            </w:r>
            <w:r>
              <w:rPr>
                <w:sz w:val="24"/>
                <w:szCs w:val="24"/>
              </w:rPr>
              <w:t xml:space="preserve">, оказывает необходимую  помощь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949" w:rsidRDefault="007E5949" w:rsidP="00251A85">
            <w:pPr>
              <w:rPr>
                <w:sz w:val="24"/>
                <w:szCs w:val="24"/>
              </w:rPr>
            </w:pPr>
          </w:p>
          <w:p w:rsidR="007E5949" w:rsidRDefault="007E5949" w:rsidP="00251A85">
            <w:pPr>
              <w:rPr>
                <w:sz w:val="24"/>
                <w:szCs w:val="24"/>
              </w:rPr>
            </w:pPr>
          </w:p>
          <w:p w:rsidR="007E5949" w:rsidRDefault="007E5949" w:rsidP="00251A85">
            <w:pPr>
              <w:rPr>
                <w:sz w:val="24"/>
                <w:szCs w:val="24"/>
              </w:rPr>
            </w:pPr>
          </w:p>
          <w:p w:rsidR="007E5949" w:rsidRDefault="007E5949" w:rsidP="00251A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 изучают тему урока.</w:t>
            </w:r>
          </w:p>
        </w:tc>
      </w:tr>
      <w:tr w:rsidR="007E5949" w:rsidTr="000C5E86">
        <w:trPr>
          <w:trHeight w:val="431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Default="007E5949" w:rsidP="00251A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Default="007E5949" w:rsidP="00251A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обучающей программе</w:t>
            </w:r>
            <w:r w:rsidR="00621414">
              <w:rPr>
                <w:sz w:val="24"/>
                <w:szCs w:val="24"/>
              </w:rPr>
              <w:t xml:space="preserve">, созданной в среде </w:t>
            </w:r>
            <w:r w:rsidR="00621414">
              <w:rPr>
                <w:rFonts w:ascii="Times New Roman" w:hAnsi="Times New Roman"/>
                <w:sz w:val="24"/>
                <w:szCs w:val="24"/>
                <w:lang w:val="en-US"/>
              </w:rPr>
              <w:t>tMaker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Default="007E5949" w:rsidP="00251A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Default="007E5949" w:rsidP="00251A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Организует самостоятельную работу, оказывает индивидуальную помощь.</w:t>
            </w:r>
          </w:p>
          <w:p w:rsidR="007E5949" w:rsidRDefault="007E5949" w:rsidP="00251A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Корректирует знания учащихся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Default="007E5949" w:rsidP="006214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задания обуча</w:t>
            </w:r>
            <w:r w:rsidR="00621414">
              <w:rPr>
                <w:sz w:val="24"/>
                <w:szCs w:val="24"/>
              </w:rPr>
              <w:t>ющей программы используя опорные конспекты</w:t>
            </w:r>
            <w:r>
              <w:rPr>
                <w:sz w:val="24"/>
                <w:szCs w:val="24"/>
              </w:rPr>
              <w:t>.</w:t>
            </w:r>
          </w:p>
        </w:tc>
      </w:tr>
      <w:tr w:rsidR="007E5949" w:rsidTr="000C5E86">
        <w:trPr>
          <w:trHeight w:val="45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Default="006E6F06" w:rsidP="00251A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Default="007E5949" w:rsidP="00251A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Рефлексия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Default="007E5949" w:rsidP="00251A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Default="007E5949" w:rsidP="00251A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достижений класса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Default="007E5949" w:rsidP="00251A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Оценивают собственные результаты</w:t>
            </w:r>
          </w:p>
        </w:tc>
      </w:tr>
      <w:tr w:rsidR="007E5949" w:rsidTr="000C5E86">
        <w:trPr>
          <w:trHeight w:val="45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Default="006E6F06" w:rsidP="00251A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Default="007E5949" w:rsidP="00251A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Домашнее задание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E5949" w:rsidRDefault="007E5949" w:rsidP="00251A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949" w:rsidRDefault="007E5949" w:rsidP="00251A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задания на доске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5949" w:rsidRDefault="007E5949" w:rsidP="00251A8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Делают записи в дневниках</w:t>
            </w:r>
          </w:p>
        </w:tc>
      </w:tr>
    </w:tbl>
    <w:p w:rsidR="006E6F06" w:rsidRPr="000C5E86" w:rsidRDefault="006E6F06" w:rsidP="008D5C74">
      <w:pPr>
        <w:spacing w:after="0" w:line="240" w:lineRule="auto"/>
        <w:rPr>
          <w:b/>
          <w:sz w:val="24"/>
          <w:szCs w:val="24"/>
          <w:lang w:val="tt-RU"/>
        </w:rPr>
      </w:pPr>
    </w:p>
    <w:p w:rsidR="007E5949" w:rsidRPr="006E6F06" w:rsidRDefault="007E5949" w:rsidP="008D5C74">
      <w:pPr>
        <w:spacing w:after="0" w:line="240" w:lineRule="auto"/>
        <w:jc w:val="center"/>
        <w:rPr>
          <w:b/>
          <w:sz w:val="24"/>
          <w:szCs w:val="24"/>
        </w:rPr>
      </w:pPr>
      <w:r w:rsidRPr="006E6F06">
        <w:rPr>
          <w:b/>
          <w:sz w:val="24"/>
          <w:szCs w:val="24"/>
        </w:rPr>
        <w:t>Ход урока.</w:t>
      </w:r>
    </w:p>
    <w:p w:rsidR="007E5949" w:rsidRDefault="007E5949" w:rsidP="008D5C74">
      <w:pPr>
        <w:spacing w:after="0" w:line="240" w:lineRule="auto"/>
        <w:rPr>
          <w:sz w:val="24"/>
        </w:rPr>
      </w:pPr>
      <w:r>
        <w:rPr>
          <w:b/>
          <w:sz w:val="24"/>
          <w:u w:val="single"/>
        </w:rPr>
        <w:t>1.Организационный момент</w:t>
      </w:r>
    </w:p>
    <w:p w:rsidR="007E5949" w:rsidRDefault="007E5949" w:rsidP="008D5C74">
      <w:pPr>
        <w:numPr>
          <w:ilvl w:val="0"/>
          <w:numId w:val="4"/>
        </w:numPr>
        <w:tabs>
          <w:tab w:val="clear" w:pos="360"/>
          <w:tab w:val="num" w:pos="0"/>
        </w:tabs>
        <w:spacing w:after="0" w:line="240" w:lineRule="auto"/>
        <w:rPr>
          <w:sz w:val="24"/>
        </w:rPr>
      </w:pPr>
      <w:r>
        <w:rPr>
          <w:sz w:val="24"/>
        </w:rPr>
        <w:t>Отметить отсутствующих.</w:t>
      </w:r>
    </w:p>
    <w:p w:rsidR="007E5949" w:rsidRDefault="007E5949" w:rsidP="008D5C74">
      <w:pPr>
        <w:numPr>
          <w:ilvl w:val="0"/>
          <w:numId w:val="4"/>
        </w:numPr>
        <w:spacing w:after="0" w:line="240" w:lineRule="auto"/>
        <w:rPr>
          <w:sz w:val="24"/>
        </w:rPr>
      </w:pPr>
      <w:r>
        <w:rPr>
          <w:sz w:val="24"/>
        </w:rPr>
        <w:t>Постановка задачи.</w:t>
      </w:r>
    </w:p>
    <w:p w:rsidR="007E5949" w:rsidRPr="00567156" w:rsidRDefault="007E5949" w:rsidP="000C5E8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67156">
        <w:rPr>
          <w:rFonts w:ascii="Times New Roman" w:hAnsi="Times New Roman"/>
          <w:i/>
          <w:sz w:val="24"/>
          <w:szCs w:val="24"/>
        </w:rPr>
        <w:t>«- Деньги!- вскричал сквайр.-</w:t>
      </w:r>
    </w:p>
    <w:p w:rsidR="007E5949" w:rsidRPr="00567156" w:rsidRDefault="007E5949" w:rsidP="000C5E8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67156">
        <w:rPr>
          <w:rFonts w:ascii="Times New Roman" w:hAnsi="Times New Roman"/>
          <w:i/>
          <w:sz w:val="24"/>
          <w:szCs w:val="24"/>
        </w:rPr>
        <w:t>…Что могли искать эти злодеи, если не деньги? Ради чего, кроме денег. Они стали бы рисковать своей шкурой?</w:t>
      </w:r>
    </w:p>
    <w:p w:rsidR="007E5949" w:rsidRPr="00567156" w:rsidRDefault="007E5949" w:rsidP="000C5E8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67156">
        <w:rPr>
          <w:rFonts w:ascii="Times New Roman" w:hAnsi="Times New Roman"/>
          <w:i/>
          <w:sz w:val="24"/>
          <w:szCs w:val="24"/>
        </w:rPr>
        <w:t>-…А ТО на месте? – проревел Пью.</w:t>
      </w:r>
    </w:p>
    <w:p w:rsidR="007E5949" w:rsidRPr="00567156" w:rsidRDefault="007E5949" w:rsidP="000C5E8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67156">
        <w:rPr>
          <w:rFonts w:ascii="Times New Roman" w:hAnsi="Times New Roman"/>
          <w:i/>
          <w:sz w:val="24"/>
          <w:szCs w:val="24"/>
        </w:rPr>
        <w:t>-Деньги тут.</w:t>
      </w:r>
    </w:p>
    <w:p w:rsidR="007E5949" w:rsidRPr="00567156" w:rsidRDefault="007E5949" w:rsidP="000C5E8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67156">
        <w:rPr>
          <w:rFonts w:ascii="Times New Roman" w:hAnsi="Times New Roman"/>
          <w:i/>
          <w:sz w:val="24"/>
          <w:szCs w:val="24"/>
        </w:rPr>
        <w:t>-К чёрту деньги!- закричал слепой.- Я говорю о бумагах Флинта»</w:t>
      </w:r>
    </w:p>
    <w:p w:rsidR="007E5949" w:rsidRDefault="007E5949" w:rsidP="000C5E86">
      <w:pPr>
        <w:spacing w:after="0" w:line="240" w:lineRule="auto"/>
        <w:rPr>
          <w:sz w:val="24"/>
        </w:rPr>
      </w:pPr>
      <w:r w:rsidRPr="00D031AC">
        <w:rPr>
          <w:sz w:val="24"/>
        </w:rPr>
        <w:t xml:space="preserve">    </w:t>
      </w:r>
      <w:r>
        <w:rPr>
          <w:sz w:val="24"/>
        </w:rPr>
        <w:t>Итак, пираты искали большую ценность, чем деньги, находившиеся в сундуке капитана Флинта, они искали информацию.  Пираты стремились к цели - найти клад. Они могли бы в принципе достичь цели и без карты. Но сколько бы на это ушло сил и времени! Сегодня мы с вами тоже будем заниматься поиском информации. В принципе, знания- это сокровище и мы его будем своими силами добывать.</w:t>
      </w:r>
    </w:p>
    <w:p w:rsidR="007E5949" w:rsidRDefault="007E5949" w:rsidP="000C5E8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sz w:val="24"/>
        </w:rPr>
        <w:t xml:space="preserve">Перед  каждым из вас стоит своя цель – изучить тему «Системы счисления. Двоичная система счисления», научиться </w:t>
      </w:r>
    </w:p>
    <w:p w:rsidR="007E5949" w:rsidRDefault="007E5949" w:rsidP="000C5E8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того, чтобы получить «3», надо выполнить 5 заданий уровня А. </w:t>
      </w:r>
    </w:p>
    <w:p w:rsidR="007E5949" w:rsidRDefault="007E5949" w:rsidP="000C5E8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«4»-  надо выполнить задания уровня А и от 6 до 8 заданий уровня В</w:t>
      </w:r>
    </w:p>
    <w:p w:rsidR="007E5949" w:rsidRPr="000C5E86" w:rsidRDefault="007E5949" w:rsidP="000C5E86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</w:rPr>
        <w:t>«5»-  задания уровня А, задания уровня В и от 8-10 усложненного уровеня С.</w:t>
      </w:r>
    </w:p>
    <w:p w:rsidR="007E5949" w:rsidRPr="00621414" w:rsidRDefault="007E5949" w:rsidP="000C5E86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21414">
        <w:rPr>
          <w:rFonts w:ascii="Times New Roman" w:hAnsi="Times New Roman"/>
          <w:b/>
          <w:sz w:val="24"/>
          <w:szCs w:val="24"/>
        </w:rPr>
        <w:t xml:space="preserve">Изучение новой темы </w:t>
      </w:r>
    </w:p>
    <w:p w:rsidR="00621414" w:rsidRPr="008144DD" w:rsidRDefault="007E5949" w:rsidP="000C5E86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144DD">
        <w:rPr>
          <w:rFonts w:ascii="Times New Roman" w:hAnsi="Times New Roman"/>
          <w:b/>
          <w:sz w:val="28"/>
          <w:szCs w:val="28"/>
        </w:rPr>
        <w:t xml:space="preserve">Работа с </w:t>
      </w:r>
      <w:r w:rsidR="00621414" w:rsidRPr="008144DD">
        <w:rPr>
          <w:rFonts w:ascii="Times New Roman" w:hAnsi="Times New Roman"/>
          <w:b/>
          <w:sz w:val="28"/>
          <w:szCs w:val="28"/>
        </w:rPr>
        <w:t>опорными конспектами (</w:t>
      </w:r>
      <w:r w:rsidRPr="008144DD">
        <w:rPr>
          <w:rFonts w:ascii="Times New Roman" w:hAnsi="Times New Roman"/>
          <w:b/>
          <w:sz w:val="28"/>
          <w:szCs w:val="28"/>
        </w:rPr>
        <w:t>текстом</w:t>
      </w:r>
      <w:r w:rsidR="00621414" w:rsidRPr="008144DD">
        <w:rPr>
          <w:rFonts w:ascii="Times New Roman" w:hAnsi="Times New Roman"/>
          <w:b/>
          <w:sz w:val="28"/>
          <w:szCs w:val="28"/>
        </w:rPr>
        <w:t xml:space="preserve">) </w:t>
      </w:r>
    </w:p>
    <w:p w:rsidR="00EE19D9" w:rsidRPr="00EE19D9" w:rsidRDefault="00EE19D9" w:rsidP="00EE19D9">
      <w:pPr>
        <w:spacing w:after="0" w:line="240" w:lineRule="auto"/>
        <w:ind w:left="1080"/>
        <w:rPr>
          <w:rFonts w:ascii="Times New Roman" w:hAnsi="Times New Roman"/>
          <w:sz w:val="24"/>
          <w:szCs w:val="24"/>
          <w:lang w:val="tt-RU"/>
        </w:rPr>
      </w:pPr>
      <w:r w:rsidRPr="00EE19D9">
        <w:rPr>
          <w:rFonts w:ascii="Times New Roman" w:hAnsi="Times New Roman"/>
          <w:noProof/>
          <w:sz w:val="24"/>
          <w:szCs w:val="24"/>
          <w:lang w:val="tt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9.75pt;margin-top:2.3pt;width:695.25pt;height:1280.2pt;z-index:251657728">
            <v:textbox style="mso-next-textbox:#_x0000_s1026">
              <w:txbxContent>
                <w:p w:rsidR="00EE19D9" w:rsidRPr="008D5C74" w:rsidRDefault="00EE19D9" w:rsidP="008D5C74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  <w:r w:rsidRPr="008D5C74">
                    <w:rPr>
                      <w:rFonts w:ascii="Times New Roman" w:eastAsia="Times New Roman" w:hAnsi="Times New Roman"/>
                      <w:bCs/>
                      <w:sz w:val="28"/>
                      <w:szCs w:val="28"/>
                      <w:lang w:eastAsia="ru-RU"/>
                    </w:rPr>
                    <w:t>Системы счисления. Двоичная система счисления</w:t>
                  </w:r>
                </w:p>
                <w:p w:rsidR="00EE19D9" w:rsidRPr="008D5C74" w:rsidRDefault="00EE19D9" w:rsidP="008D5C7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D5C74"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  <w:lang w:eastAsia="ru-RU"/>
                    </w:rPr>
                    <w:t>Система счисления</w:t>
                  </w:r>
                  <w:r w:rsidRPr="008D5C74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– это принятый способ записи чисел и сопоставления этим записям реальных значений. Все системы счисления можно разделить на два класса:</w:t>
                  </w:r>
                </w:p>
                <w:p w:rsidR="00EE19D9" w:rsidRPr="008D5C74" w:rsidRDefault="00EE19D9" w:rsidP="008D5C74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tt-RU"/>
                    </w:rPr>
                  </w:pPr>
                  <w:r w:rsidRPr="008D5C74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позиционные – количественное значение каждой цифры зависит от ее место положения (позиции) в числе. Например, в</w:t>
                  </w:r>
                  <w:r w:rsidRPr="008D5C74">
                    <w:rPr>
                      <w:rFonts w:ascii="Times New Roman" w:hAnsi="Times New Roman"/>
                      <w:sz w:val="24"/>
                      <w:szCs w:val="24"/>
                      <w:lang w:val="tt-RU"/>
                    </w:rPr>
                    <w:t xml:space="preserve"> числе 555 первая цифра 5 стоит в позиции сотен, вторая  цфра 5 -в позиции десятков, третья цифра 5- в позиции единиц (555=500+50+5)</w:t>
                  </w:r>
                </w:p>
                <w:p w:rsidR="00EE19D9" w:rsidRPr="008D5C74" w:rsidRDefault="00EE19D9" w:rsidP="008D5C74">
                  <w:pPr>
                    <w:pStyle w:val="a3"/>
                    <w:numPr>
                      <w:ilvl w:val="0"/>
                      <w:numId w:val="9"/>
                    </w:num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8D5C74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непозиционные – цифры не меняют своего количественного значения при изменении их положения в числе. </w:t>
                  </w:r>
                  <w:r w:rsidRPr="008D5C74">
                    <w:rPr>
                      <w:rFonts w:ascii="Times New Roman" w:eastAsia="Times New Roman" w:hAnsi="Times New Roman"/>
                      <w:sz w:val="24"/>
                      <w:szCs w:val="24"/>
                      <w:lang w:val="tt-RU" w:eastAsia="ru-RU"/>
                    </w:rPr>
                    <w:t xml:space="preserve">Римские числа </w:t>
                  </w:r>
                  <w:r w:rsidRPr="008D5C74"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  <w:t>I</w:t>
                  </w:r>
                  <w:r w:rsidRPr="008D5C74">
                    <w:rPr>
                      <w:rFonts w:ascii="Times New Roman" w:eastAsia="Times New Roman" w:hAnsi="Times New Roman"/>
                      <w:sz w:val="24"/>
                      <w:szCs w:val="24"/>
                      <w:lang w:val="tt-RU" w:eastAsia="ru-RU"/>
                    </w:rPr>
                    <w:t xml:space="preserve">, </w:t>
                  </w:r>
                  <w:r w:rsidRPr="008D5C74">
                    <w:rPr>
                      <w:rFonts w:ascii="Times New Roman" w:eastAsia="Times New Roman" w:hAnsi="Times New Roman"/>
                      <w:sz w:val="24"/>
                      <w:szCs w:val="24"/>
                      <w:lang w:val="en-US" w:eastAsia="ru-RU"/>
                    </w:rPr>
                    <w:t>IV</w:t>
                  </w:r>
                </w:p>
                <w:p w:rsidR="00EE19D9" w:rsidRPr="008D5C74" w:rsidRDefault="00EE19D9" w:rsidP="008D5C74">
                  <w:pPr>
                    <w:spacing w:after="0" w:line="240" w:lineRule="auto"/>
                    <w:rPr>
                      <w:rFonts w:ascii="Times New Roman" w:hAnsi="Times New Roman"/>
                      <w:i/>
                      <w:sz w:val="24"/>
                      <w:szCs w:val="24"/>
                      <w:lang w:val="tt-RU"/>
                    </w:rPr>
                  </w:pPr>
                  <w:r w:rsidRPr="008D5C74">
                    <w:rPr>
                      <w:rFonts w:ascii="Times New Roman" w:hAnsi="Times New Roman"/>
                      <w:i/>
                      <w:sz w:val="24"/>
                      <w:szCs w:val="24"/>
                      <w:lang w:val="tt-RU"/>
                    </w:rPr>
                    <w:t>Историческая справка</w:t>
                  </w:r>
                </w:p>
                <w:p w:rsidR="00EE19D9" w:rsidRPr="008D5C74" w:rsidRDefault="00EE19D9" w:rsidP="008D5C74">
                  <w:pPr>
                    <w:spacing w:after="0" w:line="240" w:lineRule="auto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8D5C74">
                    <w:rPr>
                      <w:rFonts w:ascii="Times New Roman" w:hAnsi="Times New Roman"/>
                      <w:i/>
                      <w:sz w:val="24"/>
                      <w:szCs w:val="24"/>
                      <w:lang w:val="tt-RU"/>
                    </w:rPr>
                    <w:t xml:space="preserve">Начало десятичной системе счисления было положено в Древнем Египте в Вавилоне, в основном ееформирование было завершено индийскими математиками в </w:t>
                  </w:r>
                  <w:r w:rsidRPr="008D5C74">
                    <w:rPr>
                      <w:rFonts w:ascii="Times New Roman" w:hAnsi="Times New Roman"/>
                      <w:i/>
                      <w:sz w:val="24"/>
                      <w:szCs w:val="24"/>
                      <w:lang w:val="en-US"/>
                    </w:rPr>
                    <w:t>V</w:t>
                  </w:r>
                  <w:r w:rsidRPr="008D5C74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-</w:t>
                  </w:r>
                  <w:r w:rsidRPr="008D5C74">
                    <w:rPr>
                      <w:rFonts w:ascii="Times New Roman" w:hAnsi="Times New Roman"/>
                      <w:i/>
                      <w:sz w:val="24"/>
                      <w:szCs w:val="24"/>
                      <w:lang w:val="en-US"/>
                    </w:rPr>
                    <w:t>VII</w:t>
                  </w:r>
                  <w:r w:rsidRPr="008D5C74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 xml:space="preserve"> вв. н.э. Арабы первыми познакомились с этой нумерацией и по достоинству ее оценили . В </w:t>
                  </w:r>
                  <w:r w:rsidRPr="008D5C74">
                    <w:rPr>
                      <w:rFonts w:ascii="Times New Roman" w:hAnsi="Times New Roman"/>
                      <w:i/>
                      <w:sz w:val="24"/>
                      <w:szCs w:val="24"/>
                      <w:lang w:val="en-US"/>
                    </w:rPr>
                    <w:t>XII</w:t>
                  </w:r>
                  <w:r w:rsidRPr="008D5C74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 xml:space="preserve">  веке арабская нумерация чисел распространилась по всей Европе.</w:t>
                  </w:r>
                </w:p>
                <w:p w:rsidR="00EE19D9" w:rsidRPr="00785444" w:rsidRDefault="008D5C74" w:rsidP="008D5C7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tt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  </w:t>
                  </w:r>
                  <w:r w:rsidR="00EE19D9" w:rsidRPr="00785444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Для записи чисел в различных системах счисления используется определенное количество знаков или цифр. Число таких знаков в позиционной системе счисления называется </w:t>
                  </w:r>
                  <w:r w:rsidR="00EE19D9" w:rsidRPr="0078544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основанием системы счисления. </w:t>
                  </w:r>
                  <w:r w:rsidR="00EE19D9" w:rsidRPr="00785444">
                    <w:rPr>
                      <w:rFonts w:ascii="Times New Roman" w:hAnsi="Times New Roman"/>
                      <w:sz w:val="24"/>
                      <w:szCs w:val="24"/>
                      <w:lang w:val="tt-RU"/>
                    </w:rPr>
                    <w:t xml:space="preserve"> В привычной нам системе десятичной системе счисления для записи чисел используется десять цифр (0,1,2,3,4,5,6,7,8,9).Поэтому её называют десятичной системой счисления. Например: 567, 1609, 2011.</w:t>
                  </w:r>
                </w:p>
                <w:tbl>
                  <w:tblPr>
                    <w:tblW w:w="0" w:type="auto"/>
                    <w:jc w:val="center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/>
                  </w:tblPr>
                  <w:tblGrid>
                    <w:gridCol w:w="1305"/>
                    <w:gridCol w:w="3337"/>
                    <w:gridCol w:w="4067"/>
                  </w:tblGrid>
                  <w:tr w:rsidR="00EE19D9" w:rsidRPr="00785444" w:rsidTr="00251A8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E19D9" w:rsidRPr="00785444" w:rsidRDefault="00EE19D9" w:rsidP="008D5C74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5444">
                          <w:rPr>
                            <w:rFonts w:ascii="Times New Roman" w:eastAsia="Times New Roman" w:hAnsi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Основание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E19D9" w:rsidRPr="00785444" w:rsidRDefault="00EE19D9" w:rsidP="008D5C74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5444">
                          <w:rPr>
                            <w:rFonts w:ascii="Times New Roman" w:eastAsia="Times New Roman" w:hAnsi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Название системы счисления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E19D9" w:rsidRPr="00785444" w:rsidRDefault="00EE19D9" w:rsidP="008D5C74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5444">
                          <w:rPr>
                            <w:rFonts w:ascii="Times New Roman" w:eastAsia="Times New Roman" w:hAnsi="Times New Roman"/>
                            <w:b/>
                            <w:bCs/>
                            <w:sz w:val="24"/>
                            <w:szCs w:val="24"/>
                            <w:lang w:eastAsia="ru-RU"/>
                          </w:rPr>
                          <w:t>Знаки</w:t>
                        </w:r>
                      </w:p>
                    </w:tc>
                  </w:tr>
                  <w:tr w:rsidR="00EE19D9" w:rsidRPr="00785444" w:rsidTr="00251A8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E19D9" w:rsidRPr="00785444" w:rsidRDefault="00EE19D9" w:rsidP="008D5C74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5444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E19D9" w:rsidRPr="00785444" w:rsidRDefault="00EE19D9" w:rsidP="008D5C74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5444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Двоичная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E19D9" w:rsidRPr="00785444" w:rsidRDefault="00EE19D9" w:rsidP="008D5C74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5444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0, 1</w:t>
                        </w:r>
                      </w:p>
                    </w:tc>
                  </w:tr>
                  <w:tr w:rsidR="00EE19D9" w:rsidRPr="00785444" w:rsidTr="00251A8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E19D9" w:rsidRPr="00785444" w:rsidRDefault="00EE19D9" w:rsidP="008D5C74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5444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E19D9" w:rsidRPr="00785444" w:rsidRDefault="00EE19D9" w:rsidP="008D5C74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5444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Троичная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E19D9" w:rsidRPr="00785444" w:rsidRDefault="00EE19D9" w:rsidP="008D5C74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5444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0, 1, 2</w:t>
                        </w:r>
                      </w:p>
                    </w:tc>
                  </w:tr>
                  <w:tr w:rsidR="00EE19D9" w:rsidRPr="00785444" w:rsidTr="00251A8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E19D9" w:rsidRPr="00785444" w:rsidRDefault="00EE19D9" w:rsidP="008D5C74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5444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E19D9" w:rsidRPr="00785444" w:rsidRDefault="00EE19D9" w:rsidP="008D5C74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5444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Четверичная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E19D9" w:rsidRPr="00785444" w:rsidRDefault="00EE19D9" w:rsidP="008D5C74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5444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0, 1, 2, 3</w:t>
                        </w:r>
                      </w:p>
                    </w:tc>
                  </w:tr>
                  <w:tr w:rsidR="00EE19D9" w:rsidRPr="00785444" w:rsidTr="00251A8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E19D9" w:rsidRPr="00785444" w:rsidRDefault="00EE19D9" w:rsidP="008D5C74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5444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E19D9" w:rsidRPr="00785444" w:rsidRDefault="00EE19D9" w:rsidP="008D5C74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5444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Пятиричная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E19D9" w:rsidRPr="00785444" w:rsidRDefault="00EE19D9" w:rsidP="008D5C74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5444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0, 1, 2, 3, 4</w:t>
                        </w:r>
                      </w:p>
                    </w:tc>
                  </w:tr>
                  <w:tr w:rsidR="00EE19D9" w:rsidRPr="00785444" w:rsidTr="00251A8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E19D9" w:rsidRPr="00785444" w:rsidRDefault="00EE19D9" w:rsidP="008D5C74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5444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E19D9" w:rsidRPr="00785444" w:rsidRDefault="00EE19D9" w:rsidP="008D5C74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5444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Восьмиричная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E19D9" w:rsidRPr="00785444" w:rsidRDefault="00EE19D9" w:rsidP="008D5C74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5444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0, 1, 2, 3, 4, 5, 6, 7</w:t>
                        </w:r>
                      </w:p>
                    </w:tc>
                  </w:tr>
                  <w:tr w:rsidR="00EE19D9" w:rsidRPr="00785444" w:rsidTr="00251A8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E19D9" w:rsidRPr="00785444" w:rsidRDefault="00EE19D9" w:rsidP="008D5C74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5444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E19D9" w:rsidRPr="00785444" w:rsidRDefault="00EE19D9" w:rsidP="008D5C74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5444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Десятичная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E19D9" w:rsidRPr="00785444" w:rsidRDefault="00EE19D9" w:rsidP="008D5C74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5444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0, 1, 2, 3, 4, 5, 6, 7, 8, 9</w:t>
                        </w:r>
                      </w:p>
                    </w:tc>
                  </w:tr>
                  <w:tr w:rsidR="00EE19D9" w:rsidRPr="00785444" w:rsidTr="00251A8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E19D9" w:rsidRPr="00785444" w:rsidRDefault="00EE19D9" w:rsidP="008D5C74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5444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E19D9" w:rsidRPr="00785444" w:rsidRDefault="00EE19D9" w:rsidP="008D5C74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5444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Двенадцатиричная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E19D9" w:rsidRPr="00785444" w:rsidRDefault="00EE19D9" w:rsidP="008D5C74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5444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0, 1, 2, 3, 4, 5, 6, 7, 8, 9, А, В</w:t>
                        </w:r>
                      </w:p>
                    </w:tc>
                  </w:tr>
                  <w:tr w:rsidR="00EE19D9" w:rsidRPr="00785444" w:rsidTr="00251A85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E19D9" w:rsidRPr="00785444" w:rsidRDefault="00EE19D9" w:rsidP="008D5C74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5444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E19D9" w:rsidRPr="00785444" w:rsidRDefault="00EE19D9" w:rsidP="008D5C74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5444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Шестнадцатиричная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hideMark/>
                      </w:tcPr>
                      <w:p w:rsidR="00EE19D9" w:rsidRPr="00785444" w:rsidRDefault="00EE19D9" w:rsidP="008D5C74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785444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  <w:lang w:eastAsia="ru-RU"/>
                          </w:rPr>
                          <w:t>0, 1, 2, 3, 4, 5, 6, 7, 8, 9, А, В, C, D, E, F</w:t>
                        </w:r>
                      </w:p>
                    </w:tc>
                  </w:tr>
                </w:tbl>
                <w:p w:rsidR="00EE19D9" w:rsidRPr="00785444" w:rsidRDefault="00EE19D9" w:rsidP="008D5C7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85444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Каждое число в позиционной системе счисления можно представить в виде суммы произведений коэффициентов на степени основания системы счисления.</w:t>
                  </w:r>
                </w:p>
                <w:p w:rsidR="00EE19D9" w:rsidRPr="00785444" w:rsidRDefault="00EE19D9" w:rsidP="008D5C7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85444">
                    <w:rPr>
                      <w:rFonts w:ascii="Times New Roman" w:eastAsia="Times New Roman" w:hAnsi="Times New Roman"/>
                      <w:i/>
                      <w:iCs/>
                      <w:sz w:val="24"/>
                      <w:szCs w:val="24"/>
                      <w:lang w:eastAsia="ru-RU"/>
                    </w:rPr>
                    <w:t>Например:</w:t>
                  </w:r>
                </w:p>
                <w:p w:rsidR="00EE19D9" w:rsidRPr="00785444" w:rsidRDefault="00350D48" w:rsidP="008D5C7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2562225" cy="361950"/>
                        <wp:effectExtent l="19050" t="0" r="9525" b="0"/>
                        <wp:docPr id="1" name="Рисунок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62225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E19D9" w:rsidRPr="00785444" w:rsidRDefault="00EE19D9" w:rsidP="008D5C7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85444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(степени расставляем над целой частью числа </w:t>
                  </w:r>
                  <w:r w:rsidRPr="0078544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слева направо, начиная с «0»</w:t>
                  </w:r>
                  <w:r w:rsidRPr="00785444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)</w:t>
                  </w:r>
                </w:p>
                <w:p w:rsidR="00EE19D9" w:rsidRPr="00785444" w:rsidRDefault="00350D48" w:rsidP="008D5C74">
                  <w:pPr>
                    <w:pStyle w:val="a6"/>
                    <w:spacing w:before="0" w:beforeAutospacing="0" w:after="0" w:afterAutospacing="0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628900" cy="828675"/>
                        <wp:effectExtent l="19050" t="0" r="0" b="0"/>
                        <wp:docPr id="2" name="Рисунок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28900" cy="828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E19D9" w:rsidRPr="00785444" w:rsidRDefault="00EE19D9" w:rsidP="008D5C7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85444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Теперь рассмотрим алгоритм перевода чисел из произвольной системы счисления в десятичную на примере.</w:t>
                  </w:r>
                </w:p>
                <w:p w:rsidR="00EE19D9" w:rsidRPr="00785444" w:rsidRDefault="00EE19D9" w:rsidP="008D5C7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8544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Алгоритм перевода чисел из произвольной системы счисления в десятичную:</w:t>
                  </w:r>
                </w:p>
                <w:p w:rsidR="00EE19D9" w:rsidRPr="00785444" w:rsidRDefault="00350D48" w:rsidP="008D5C7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4676775" cy="314325"/>
                        <wp:effectExtent l="19050" t="0" r="9525" b="0"/>
                        <wp:docPr id="3" name="Рисунок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76775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E19D9" w:rsidRPr="00785444" w:rsidRDefault="00EE19D9" w:rsidP="008D5C7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85444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(степени расставляем над целой частью числа </w:t>
                  </w:r>
                  <w:r w:rsidRPr="0078544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слева направо</w:t>
                  </w:r>
                  <w:r w:rsidRPr="00785444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, над дробной частью – </w:t>
                  </w:r>
                  <w:r w:rsidRPr="0078544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справа налево, начиная с «-1»</w:t>
                  </w:r>
                  <w:r w:rsidRPr="00785444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)</w:t>
                  </w:r>
                </w:p>
                <w:p w:rsidR="00EE19D9" w:rsidRPr="00785444" w:rsidRDefault="00350D48" w:rsidP="008D5C7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4343400" cy="704850"/>
                        <wp:effectExtent l="19050" t="0" r="0" b="0"/>
                        <wp:docPr id="4" name="Рисунок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43400" cy="7048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E19D9" w:rsidRPr="00785444" w:rsidRDefault="00EE19D9" w:rsidP="008D5C7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85444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Двоичная система счисления имеет особую значимость в информатике. Это определяется тем, что внутреннее представление любой информации в компьютере является двоичным, т. е. описываемым наборами только из двух знаков (0, 1).</w:t>
                  </w:r>
                </w:p>
                <w:p w:rsidR="00EE19D9" w:rsidRPr="00785444" w:rsidRDefault="00EE19D9" w:rsidP="008D5C7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8544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Алгоритм перевода десятичных чисел в двоичную систему счисления:</w:t>
                  </w:r>
                </w:p>
                <w:p w:rsidR="00EE19D9" w:rsidRPr="00785444" w:rsidRDefault="00EE19D9" w:rsidP="008D5C74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85444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Разделить число на 2. Зафиксировать остаток (0 или 1) и частное.</w:t>
                  </w:r>
                </w:p>
                <w:p w:rsidR="00EE19D9" w:rsidRPr="00785444" w:rsidRDefault="00EE19D9" w:rsidP="008D5C74">
                  <w:pPr>
                    <w:numPr>
                      <w:ilvl w:val="0"/>
                      <w:numId w:val="8"/>
                    </w:num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85444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Если частное не равно 0, то разделить его на 2, и так далее пока частное не станет равно 0. Если частное равно 0 , то записать все полученные остатки, начиная с первого, справа налево.</w:t>
                  </w:r>
                </w:p>
                <w:p w:rsidR="00EE19D9" w:rsidRPr="00785444" w:rsidRDefault="00EE19D9" w:rsidP="008D5C7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85444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Рассмотрим пример перевода числа из десятичной системы счисления в двоичную:</w:t>
                  </w:r>
                </w:p>
                <w:p w:rsidR="00EE19D9" w:rsidRPr="00785444" w:rsidRDefault="00350D48" w:rsidP="008D5C7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3562350" cy="2676525"/>
                        <wp:effectExtent l="19050" t="0" r="0" b="0"/>
                        <wp:docPr id="5" name="Рисунок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62350" cy="2676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EE19D9" w:rsidRPr="00785444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br/>
                    <w:t>Рисунок 1</w:t>
                  </w:r>
                </w:p>
                <w:p w:rsidR="00EE19D9" w:rsidRPr="00785444" w:rsidRDefault="00EE19D9" w:rsidP="008D5C7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85444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Результатом является число, составленное из остатков от деления на 2 (которые мы обводили в кружок), записанное справа налево.</w:t>
                  </w:r>
                </w:p>
                <w:p w:rsidR="00EE19D9" w:rsidRPr="00785444" w:rsidRDefault="00EE19D9" w:rsidP="008D5C7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vertAlign w:val="subscript"/>
                      <w:lang w:eastAsia="ru-RU"/>
                    </w:rPr>
                  </w:pPr>
                  <w:r w:rsidRPr="00785444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342</w:t>
                  </w:r>
                  <w:r w:rsidRPr="00785444">
                    <w:rPr>
                      <w:rFonts w:ascii="Times New Roman" w:eastAsia="Times New Roman" w:hAnsi="Times New Roman"/>
                      <w:sz w:val="24"/>
                      <w:szCs w:val="24"/>
                      <w:vertAlign w:val="subscript"/>
                      <w:lang w:eastAsia="ru-RU"/>
                    </w:rPr>
                    <w:t>10</w:t>
                  </w:r>
                  <w:r w:rsidRPr="00785444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= 101010110</w:t>
                  </w:r>
                  <w:r w:rsidRPr="00785444">
                    <w:rPr>
                      <w:rFonts w:ascii="Times New Roman" w:eastAsia="Times New Roman" w:hAnsi="Times New Roman"/>
                      <w:sz w:val="24"/>
                      <w:szCs w:val="24"/>
                      <w:vertAlign w:val="subscript"/>
                      <w:lang w:eastAsia="ru-RU"/>
                    </w:rPr>
                    <w:t>2</w:t>
                  </w:r>
                </w:p>
                <w:p w:rsidR="00EE19D9" w:rsidRPr="00785444" w:rsidRDefault="00EE19D9" w:rsidP="008D5C7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85444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Число значащих нулей в</w:t>
                  </w:r>
                  <w:r w:rsidRPr="00785444">
                    <w:rPr>
                      <w:rFonts w:ascii="Times New Roman" w:eastAsia="Times New Roman" w:hAnsi="Times New Roman"/>
                      <w:sz w:val="24"/>
                      <w:szCs w:val="24"/>
                      <w:vertAlign w:val="subscript"/>
                      <w:lang w:eastAsia="ru-RU"/>
                    </w:rPr>
                    <w:t xml:space="preserve">  </w:t>
                  </w:r>
                  <w:r w:rsidRPr="00785444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двоичной записи числа 342 равно 4, а значащих единиц равно-5.</w:t>
                  </w:r>
                </w:p>
                <w:p w:rsidR="00EE19D9" w:rsidRPr="00785444" w:rsidRDefault="00EE19D9" w:rsidP="008D5C7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85444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Теперь мы знаем, как переводить числа из десятичной системы счисления в двоичную и как 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переводить числа из двоичной </w:t>
                  </w:r>
                  <w:r w:rsidRPr="00785444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системы счисления в десятичную.</w:t>
                  </w:r>
                </w:p>
                <w:p w:rsidR="00EE19D9" w:rsidRPr="00785444" w:rsidRDefault="00EE19D9" w:rsidP="008D5C7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85444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Выполните самостоятельно задания обучающей программы.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Желаю удачи.</w:t>
                  </w:r>
                </w:p>
                <w:p w:rsidR="00EE19D9" w:rsidRDefault="00EE19D9" w:rsidP="008144DD">
                  <w:pPr>
                    <w:jc w:val="center"/>
                  </w:pPr>
                </w:p>
              </w:txbxContent>
            </v:textbox>
          </v:shape>
        </w:pict>
      </w: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EE19D9" w:rsidRDefault="00EE19D9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8144DD" w:rsidRDefault="008144DD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8144DD" w:rsidRDefault="008144DD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8144DD" w:rsidRDefault="008144DD" w:rsidP="008144DD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8144DD" w:rsidRPr="008144DD" w:rsidRDefault="008144DD" w:rsidP="008144DD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8144DD" w:rsidRDefault="008144DD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8144DD" w:rsidRDefault="008144DD" w:rsidP="00EE19D9">
      <w:pPr>
        <w:pStyle w:val="a3"/>
        <w:spacing w:after="0" w:line="240" w:lineRule="auto"/>
        <w:ind w:left="1440"/>
        <w:rPr>
          <w:rFonts w:ascii="Times New Roman" w:hAnsi="Times New Roman"/>
          <w:sz w:val="24"/>
          <w:szCs w:val="24"/>
          <w:lang w:val="tt-RU"/>
        </w:rPr>
      </w:pPr>
    </w:p>
    <w:p w:rsidR="008144DD" w:rsidRPr="008144DD" w:rsidRDefault="008144DD" w:rsidP="008144DD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0C5E86" w:rsidRPr="008144DD" w:rsidRDefault="00621414" w:rsidP="000C5E86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144DD">
        <w:rPr>
          <w:rFonts w:ascii="Times New Roman" w:hAnsi="Times New Roman"/>
          <w:b/>
          <w:sz w:val="28"/>
          <w:szCs w:val="28"/>
        </w:rPr>
        <w:t>В</w:t>
      </w:r>
      <w:r w:rsidR="007E5949" w:rsidRPr="008144DD">
        <w:rPr>
          <w:rFonts w:ascii="Times New Roman" w:hAnsi="Times New Roman"/>
          <w:b/>
          <w:sz w:val="28"/>
          <w:szCs w:val="28"/>
        </w:rPr>
        <w:t xml:space="preserve">ыполнение заданий обучающей программы в </w:t>
      </w:r>
      <w:r w:rsidR="007E5949" w:rsidRPr="008144DD">
        <w:rPr>
          <w:rFonts w:ascii="Times New Roman" w:hAnsi="Times New Roman"/>
          <w:b/>
          <w:sz w:val="28"/>
          <w:szCs w:val="28"/>
          <w:lang w:val="en-US"/>
        </w:rPr>
        <w:t>tMaker</w:t>
      </w:r>
      <w:r w:rsidRPr="008144DD">
        <w:rPr>
          <w:rFonts w:ascii="Times New Roman" w:hAnsi="Times New Roman"/>
          <w:b/>
          <w:sz w:val="28"/>
          <w:szCs w:val="28"/>
        </w:rPr>
        <w:t>.</w:t>
      </w:r>
    </w:p>
    <w:p w:rsidR="000C5E86" w:rsidRPr="000C5E86" w:rsidRDefault="000C5E86" w:rsidP="000C5E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C5E86">
        <w:rPr>
          <w:rFonts w:ascii="Courier New" w:hAnsi="Courier New" w:cs="Courier New"/>
          <w:b/>
          <w:bCs/>
          <w:i/>
          <w:sz w:val="24"/>
          <w:szCs w:val="24"/>
          <w:lang/>
        </w:rPr>
        <w:t>1.</w:t>
      </w:r>
      <w:r w:rsidRPr="000C5E86">
        <w:rPr>
          <w:rFonts w:ascii="Times New Roman" w:hAnsi="Times New Roman"/>
          <w:i/>
          <w:iCs/>
          <w:sz w:val="24"/>
          <w:szCs w:val="24"/>
        </w:rPr>
        <w:t xml:space="preserve">Позиционная  система счисления- </w:t>
      </w:r>
      <w:r w:rsidRPr="000C5E86">
        <w:rPr>
          <w:rFonts w:ascii="Times New Roman" w:hAnsi="Times New Roman"/>
          <w:i/>
          <w:sz w:val="24"/>
          <w:szCs w:val="24"/>
        </w:rPr>
        <w:t>система счисления ,в которой значение цифры .......... от её позиции в записи числа.</w:t>
      </w:r>
      <w:r>
        <w:rPr>
          <w:rFonts w:ascii="Times New Roman" w:hAnsi="Times New Roman"/>
          <w:i/>
          <w:sz w:val="24"/>
          <w:szCs w:val="24"/>
        </w:rPr>
        <w:t>(</w:t>
      </w:r>
      <w:r>
        <w:rPr>
          <w:rFonts w:ascii="Arial" w:hAnsi="Arial" w:cs="Arial"/>
          <w:sz w:val="20"/>
          <w:szCs w:val="20"/>
          <w:lang/>
        </w:rPr>
        <w:t>зависит</w:t>
      </w:r>
      <w:r>
        <w:rPr>
          <w:rFonts w:ascii="Arial" w:hAnsi="Arial" w:cs="Arial"/>
          <w:sz w:val="20"/>
          <w:szCs w:val="20"/>
        </w:rPr>
        <w:t>)</w:t>
      </w:r>
    </w:p>
    <w:p w:rsidR="000C5E86" w:rsidRPr="000C5E86" w:rsidRDefault="000C5E86" w:rsidP="000C5E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  <w:r w:rsidRPr="000C5E86">
        <w:rPr>
          <w:rFonts w:ascii="Courier New" w:hAnsi="Courier New" w:cs="Courier New"/>
          <w:b/>
          <w:bCs/>
          <w:i/>
          <w:sz w:val="24"/>
          <w:szCs w:val="24"/>
          <w:lang/>
        </w:rPr>
        <w:t>2</w:t>
      </w:r>
      <w:r>
        <w:rPr>
          <w:rFonts w:ascii="Courier New" w:hAnsi="Courier New" w:cs="Courier New"/>
          <w:b/>
          <w:bCs/>
          <w:i/>
          <w:sz w:val="24"/>
          <w:szCs w:val="24"/>
        </w:rPr>
        <w:t>.</w:t>
      </w:r>
      <w:r w:rsidRPr="000C5E86">
        <w:rPr>
          <w:rFonts w:ascii="Times New Roman" w:hAnsi="Times New Roman"/>
          <w:i/>
          <w:sz w:val="24"/>
          <w:szCs w:val="24"/>
        </w:rPr>
        <w:t>В десятичной  системе счисления для записи чисел используется (сколько)............ цифр. Введите число. (</w:t>
      </w:r>
      <w:r w:rsidRPr="000C5E86">
        <w:rPr>
          <w:rFonts w:ascii="Times New Roman" w:hAnsi="Times New Roman"/>
          <w:i/>
          <w:sz w:val="24"/>
          <w:szCs w:val="24"/>
          <w:lang/>
        </w:rPr>
        <w:t>10</w:t>
      </w:r>
      <w:r w:rsidRPr="000C5E86">
        <w:rPr>
          <w:rFonts w:ascii="Times New Roman" w:hAnsi="Times New Roman"/>
          <w:i/>
          <w:sz w:val="24"/>
          <w:szCs w:val="24"/>
        </w:rPr>
        <w:t>)</w:t>
      </w:r>
    </w:p>
    <w:p w:rsidR="000C5E86" w:rsidRPr="000C5E86" w:rsidRDefault="000C5E86" w:rsidP="000C5E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C5E86">
        <w:rPr>
          <w:rFonts w:ascii="Times New Roman" w:hAnsi="Times New Roman"/>
          <w:b/>
          <w:bCs/>
          <w:i/>
          <w:sz w:val="24"/>
          <w:szCs w:val="24"/>
          <w:lang/>
        </w:rPr>
        <w:t>3.</w:t>
      </w:r>
      <w:r w:rsidRPr="000C5E86">
        <w:rPr>
          <w:rFonts w:ascii="Times New Roman" w:hAnsi="Times New Roman"/>
          <w:i/>
          <w:sz w:val="24"/>
          <w:szCs w:val="24"/>
        </w:rPr>
        <w:t xml:space="preserve"> Двоичная   система счисления относится к .......................(позиционным, непозиционным) системам счисления.</w:t>
      </w:r>
      <w:r>
        <w:rPr>
          <w:rFonts w:ascii="Times New Roman" w:hAnsi="Times New Roman"/>
          <w:i/>
          <w:sz w:val="24"/>
          <w:szCs w:val="24"/>
        </w:rPr>
        <w:t>(</w:t>
      </w:r>
      <w:r w:rsidRPr="000C5E86">
        <w:rPr>
          <w:rFonts w:ascii="Times New Roman" w:hAnsi="Times New Roman"/>
          <w:i/>
          <w:sz w:val="24"/>
          <w:szCs w:val="24"/>
          <w:lang/>
        </w:rPr>
        <w:t>позиционным</w:t>
      </w:r>
      <w:r>
        <w:rPr>
          <w:rFonts w:ascii="Times New Roman" w:hAnsi="Times New Roman"/>
          <w:i/>
          <w:sz w:val="24"/>
          <w:szCs w:val="24"/>
        </w:rPr>
        <w:t>)</w:t>
      </w:r>
    </w:p>
    <w:p w:rsidR="000C5E86" w:rsidRPr="000C5E86" w:rsidRDefault="000C5E86" w:rsidP="000C5E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C5E86">
        <w:rPr>
          <w:rFonts w:ascii="Times New Roman" w:hAnsi="Times New Roman"/>
          <w:b/>
          <w:bCs/>
          <w:i/>
          <w:sz w:val="24"/>
          <w:szCs w:val="24"/>
          <w:lang/>
        </w:rPr>
        <w:t>4.</w:t>
      </w:r>
      <w:r w:rsidR="008D5C74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0C5E86">
        <w:rPr>
          <w:rFonts w:ascii="Times New Roman" w:hAnsi="Times New Roman"/>
          <w:i/>
          <w:sz w:val="24"/>
          <w:szCs w:val="24"/>
        </w:rPr>
        <w:t>Начало десятичной системе счисления было положено в ............</w:t>
      </w:r>
      <w:r>
        <w:rPr>
          <w:rFonts w:ascii="Times New Roman" w:hAnsi="Times New Roman"/>
          <w:i/>
          <w:sz w:val="24"/>
          <w:szCs w:val="24"/>
        </w:rPr>
        <w:t>(</w:t>
      </w:r>
      <w:r w:rsidRPr="000C5E86">
        <w:rPr>
          <w:rFonts w:ascii="Times New Roman" w:hAnsi="Times New Roman"/>
          <w:i/>
          <w:sz w:val="24"/>
          <w:szCs w:val="24"/>
          <w:lang/>
        </w:rPr>
        <w:t>Древнем Египте</w:t>
      </w:r>
      <w:r>
        <w:rPr>
          <w:rFonts w:ascii="Times New Roman" w:hAnsi="Times New Roman"/>
          <w:i/>
          <w:sz w:val="24"/>
          <w:szCs w:val="24"/>
        </w:rPr>
        <w:t>)</w:t>
      </w:r>
    </w:p>
    <w:p w:rsidR="000C5E86" w:rsidRPr="000C5E86" w:rsidRDefault="000C5E86" w:rsidP="000C5E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C5E86">
        <w:rPr>
          <w:rFonts w:ascii="Times New Roman" w:hAnsi="Times New Roman"/>
          <w:b/>
          <w:bCs/>
          <w:i/>
          <w:sz w:val="24"/>
          <w:szCs w:val="24"/>
          <w:lang/>
        </w:rPr>
        <w:t>5.</w:t>
      </w:r>
      <w:r w:rsidR="008D5C74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0C5E86">
        <w:rPr>
          <w:rFonts w:ascii="Times New Roman" w:hAnsi="Times New Roman"/>
          <w:i/>
          <w:sz w:val="24"/>
          <w:szCs w:val="24"/>
        </w:rPr>
        <w:t>Переведите десятичное число 123 в двоичную систему счисления.</w:t>
      </w:r>
      <w:r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  <w:lang/>
        </w:rPr>
        <w:t>111101</w:t>
      </w:r>
      <w:r>
        <w:rPr>
          <w:rFonts w:ascii="Times New Roman" w:hAnsi="Times New Roman"/>
          <w:i/>
          <w:sz w:val="24"/>
          <w:szCs w:val="24"/>
        </w:rPr>
        <w:t>)</w:t>
      </w:r>
    </w:p>
    <w:p w:rsidR="000C5E86" w:rsidRPr="000C5E86" w:rsidRDefault="000C5E86" w:rsidP="000C5E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C5E86">
        <w:rPr>
          <w:rFonts w:ascii="Times New Roman" w:hAnsi="Times New Roman"/>
          <w:b/>
          <w:bCs/>
          <w:i/>
          <w:sz w:val="24"/>
          <w:szCs w:val="24"/>
          <w:lang/>
        </w:rPr>
        <w:t xml:space="preserve">6. </w:t>
      </w:r>
      <w:r w:rsidRPr="000C5E86">
        <w:rPr>
          <w:rFonts w:ascii="Times New Roman" w:hAnsi="Times New Roman"/>
          <w:i/>
          <w:sz w:val="24"/>
          <w:szCs w:val="24"/>
        </w:rPr>
        <w:t>Переведите двоичное число 1110,01 в десятичную систему счисления</w:t>
      </w:r>
      <w:r>
        <w:rPr>
          <w:rFonts w:ascii="Times New Roman" w:hAnsi="Times New Roman"/>
          <w:i/>
          <w:sz w:val="24"/>
          <w:szCs w:val="24"/>
        </w:rPr>
        <w:t>.</w:t>
      </w:r>
      <w:r w:rsidRPr="000C5E86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(</w:t>
      </w:r>
      <w:r w:rsidRPr="000C5E86">
        <w:rPr>
          <w:rFonts w:ascii="Times New Roman" w:hAnsi="Times New Roman"/>
          <w:i/>
          <w:sz w:val="24"/>
          <w:szCs w:val="24"/>
          <w:lang/>
        </w:rPr>
        <w:t>14,25</w:t>
      </w:r>
      <w:r>
        <w:rPr>
          <w:rFonts w:ascii="Times New Roman" w:hAnsi="Times New Roman"/>
          <w:i/>
          <w:sz w:val="24"/>
          <w:szCs w:val="24"/>
        </w:rPr>
        <w:t>)</w:t>
      </w:r>
    </w:p>
    <w:p w:rsidR="000C5E86" w:rsidRPr="000C5E86" w:rsidRDefault="000C5E86" w:rsidP="000C5E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C5E86">
        <w:rPr>
          <w:rFonts w:ascii="Times New Roman" w:hAnsi="Times New Roman"/>
          <w:b/>
          <w:bCs/>
          <w:i/>
          <w:sz w:val="24"/>
          <w:szCs w:val="24"/>
          <w:lang/>
        </w:rPr>
        <w:t>7.</w:t>
      </w:r>
      <w:r w:rsidRPr="000C5E86">
        <w:rPr>
          <w:rFonts w:ascii="Times New Roman" w:hAnsi="Times New Roman"/>
          <w:i/>
          <w:sz w:val="24"/>
          <w:szCs w:val="24"/>
        </w:rPr>
        <w:t xml:space="preserve"> Сколько значащих нулей в двоичной записи числа 261? </w:t>
      </w:r>
      <w:r>
        <w:rPr>
          <w:rFonts w:ascii="Times New Roman" w:hAnsi="Times New Roman"/>
          <w:i/>
          <w:sz w:val="24"/>
          <w:szCs w:val="24"/>
        </w:rPr>
        <w:t>(</w:t>
      </w:r>
      <w:r w:rsidRPr="000C5E86">
        <w:rPr>
          <w:rFonts w:ascii="Times New Roman" w:hAnsi="Times New Roman"/>
          <w:i/>
          <w:sz w:val="24"/>
          <w:szCs w:val="24"/>
          <w:lang/>
        </w:rPr>
        <w:t>6</w:t>
      </w:r>
      <w:r>
        <w:rPr>
          <w:rFonts w:ascii="Times New Roman" w:hAnsi="Times New Roman"/>
          <w:i/>
          <w:sz w:val="24"/>
          <w:szCs w:val="24"/>
        </w:rPr>
        <w:t>)</w:t>
      </w:r>
    </w:p>
    <w:p w:rsidR="000C5E86" w:rsidRPr="000C5E86" w:rsidRDefault="000C5E86" w:rsidP="000C5E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C5E86">
        <w:rPr>
          <w:rFonts w:ascii="Times New Roman" w:hAnsi="Times New Roman"/>
          <w:b/>
          <w:bCs/>
          <w:i/>
          <w:sz w:val="24"/>
          <w:szCs w:val="24"/>
          <w:lang/>
        </w:rPr>
        <w:t>8.</w:t>
      </w:r>
      <w:r w:rsidR="008D5C74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0C5E86">
        <w:rPr>
          <w:rFonts w:ascii="Times New Roman" w:hAnsi="Times New Roman"/>
          <w:i/>
          <w:sz w:val="24"/>
          <w:szCs w:val="24"/>
        </w:rPr>
        <w:t>Сколько значащих единиц в десятичной записи двоичного числа 1100101? (</w:t>
      </w:r>
      <w:r w:rsidRPr="000C5E86">
        <w:rPr>
          <w:rFonts w:ascii="Times New Roman" w:hAnsi="Times New Roman"/>
          <w:i/>
          <w:sz w:val="24"/>
          <w:szCs w:val="24"/>
          <w:lang/>
        </w:rPr>
        <w:t>2</w:t>
      </w:r>
      <w:r w:rsidRPr="000C5E86">
        <w:rPr>
          <w:rFonts w:ascii="Times New Roman" w:hAnsi="Times New Roman"/>
          <w:i/>
          <w:sz w:val="24"/>
          <w:szCs w:val="24"/>
        </w:rPr>
        <w:t>)</w:t>
      </w:r>
    </w:p>
    <w:p w:rsidR="000C5E86" w:rsidRPr="000C5E86" w:rsidRDefault="000C5E86" w:rsidP="000C5E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tt-RU"/>
        </w:rPr>
      </w:pPr>
      <w:r w:rsidRPr="000C5E86">
        <w:rPr>
          <w:rFonts w:ascii="Times New Roman" w:hAnsi="Times New Roman"/>
          <w:b/>
          <w:bCs/>
          <w:i/>
          <w:sz w:val="24"/>
          <w:szCs w:val="24"/>
          <w:lang/>
        </w:rPr>
        <w:t xml:space="preserve">9. </w:t>
      </w:r>
      <w:r w:rsidRPr="000C5E86">
        <w:rPr>
          <w:rFonts w:ascii="Times New Roman" w:hAnsi="Times New Roman"/>
          <w:i/>
          <w:sz w:val="24"/>
          <w:szCs w:val="24"/>
        </w:rPr>
        <w:t>Переведите десятичное число 13 в двоичную систему счисления</w:t>
      </w:r>
      <w:r>
        <w:rPr>
          <w:rFonts w:ascii="Times New Roman" w:hAnsi="Times New Roman"/>
          <w:i/>
          <w:sz w:val="24"/>
          <w:szCs w:val="24"/>
          <w:lang w:val="tt-RU"/>
        </w:rPr>
        <w:t>. (</w:t>
      </w:r>
      <w:r w:rsidRPr="000C5E86">
        <w:rPr>
          <w:rFonts w:ascii="Times New Roman" w:hAnsi="Times New Roman"/>
          <w:i/>
          <w:sz w:val="24"/>
          <w:szCs w:val="24"/>
          <w:lang/>
        </w:rPr>
        <w:t>1101</w:t>
      </w:r>
      <w:r>
        <w:rPr>
          <w:rFonts w:ascii="Times New Roman" w:hAnsi="Times New Roman"/>
          <w:i/>
          <w:sz w:val="24"/>
          <w:szCs w:val="24"/>
          <w:lang w:val="tt-RU"/>
        </w:rPr>
        <w:t>)</w:t>
      </w:r>
    </w:p>
    <w:p w:rsidR="000C5E86" w:rsidRPr="000C5E86" w:rsidRDefault="000C5E86" w:rsidP="000C5E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tt-RU"/>
        </w:rPr>
      </w:pPr>
      <w:r w:rsidRPr="000C5E86">
        <w:rPr>
          <w:rFonts w:ascii="Times New Roman" w:hAnsi="Times New Roman"/>
          <w:b/>
          <w:bCs/>
          <w:i/>
          <w:sz w:val="24"/>
          <w:szCs w:val="24"/>
          <w:lang/>
        </w:rPr>
        <w:t>10.</w:t>
      </w:r>
      <w:r w:rsidRPr="000C5E86">
        <w:rPr>
          <w:rFonts w:ascii="Times New Roman" w:hAnsi="Times New Roman"/>
          <w:i/>
          <w:sz w:val="24"/>
          <w:szCs w:val="24"/>
        </w:rPr>
        <w:t xml:space="preserve"> Переведите число 344 из десятичной системы счисления в двоичную</w:t>
      </w:r>
      <w:r>
        <w:rPr>
          <w:rFonts w:ascii="Times New Roman" w:hAnsi="Times New Roman"/>
          <w:i/>
          <w:sz w:val="24"/>
          <w:szCs w:val="24"/>
          <w:lang w:val="tt-RU"/>
        </w:rPr>
        <w:t>. (</w:t>
      </w:r>
      <w:r w:rsidRPr="000C5E86">
        <w:rPr>
          <w:rFonts w:ascii="Times New Roman" w:hAnsi="Times New Roman"/>
          <w:i/>
          <w:sz w:val="24"/>
          <w:szCs w:val="24"/>
          <w:lang/>
        </w:rPr>
        <w:t>01011000</w:t>
      </w:r>
      <w:r>
        <w:rPr>
          <w:rFonts w:ascii="Times New Roman" w:hAnsi="Times New Roman"/>
          <w:i/>
          <w:sz w:val="24"/>
          <w:szCs w:val="24"/>
          <w:lang w:val="tt-RU"/>
        </w:rPr>
        <w:t>)</w:t>
      </w:r>
    </w:p>
    <w:p w:rsidR="00621414" w:rsidRPr="000C5E86" w:rsidRDefault="000C5E86" w:rsidP="000C5E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lang w:val="tt-RU"/>
        </w:rPr>
      </w:pPr>
      <w:r w:rsidRPr="000C5E86">
        <w:rPr>
          <w:rFonts w:ascii="Times New Roman" w:hAnsi="Times New Roman"/>
          <w:b/>
          <w:bCs/>
          <w:i/>
          <w:sz w:val="24"/>
          <w:szCs w:val="24"/>
          <w:lang/>
        </w:rPr>
        <w:t xml:space="preserve">11. </w:t>
      </w:r>
      <w:r w:rsidRPr="000C5E86">
        <w:rPr>
          <w:rFonts w:ascii="Times New Roman" w:hAnsi="Times New Roman"/>
          <w:i/>
          <w:sz w:val="24"/>
          <w:szCs w:val="24"/>
        </w:rPr>
        <w:t>Найдите сумму двоичных чисел 100011 и 101100. Результат запишите в двоичной системе сч</w:t>
      </w:r>
      <w:r w:rsidR="008D5C74">
        <w:rPr>
          <w:rFonts w:ascii="Times New Roman" w:hAnsi="Times New Roman"/>
          <w:i/>
          <w:sz w:val="24"/>
          <w:szCs w:val="24"/>
        </w:rPr>
        <w:t>и</w:t>
      </w:r>
      <w:r w:rsidRPr="000C5E86">
        <w:rPr>
          <w:rFonts w:ascii="Times New Roman" w:hAnsi="Times New Roman"/>
          <w:i/>
          <w:sz w:val="24"/>
          <w:szCs w:val="24"/>
        </w:rPr>
        <w:t>сления.</w:t>
      </w:r>
      <w:r>
        <w:rPr>
          <w:rFonts w:ascii="Times New Roman" w:hAnsi="Times New Roman"/>
          <w:i/>
          <w:sz w:val="24"/>
          <w:szCs w:val="24"/>
          <w:lang w:val="tt-RU"/>
        </w:rPr>
        <w:t xml:space="preserve"> (</w:t>
      </w:r>
      <w:r w:rsidRPr="000C5E86">
        <w:rPr>
          <w:rFonts w:ascii="Times New Roman" w:hAnsi="Times New Roman"/>
          <w:i/>
          <w:sz w:val="24"/>
          <w:szCs w:val="24"/>
          <w:lang/>
        </w:rPr>
        <w:t>1001111</w:t>
      </w:r>
      <w:r>
        <w:rPr>
          <w:rFonts w:ascii="Times New Roman" w:hAnsi="Times New Roman"/>
          <w:i/>
          <w:sz w:val="24"/>
          <w:szCs w:val="24"/>
          <w:lang w:val="tt-RU"/>
        </w:rPr>
        <w:t>)</w:t>
      </w:r>
    </w:p>
    <w:p w:rsidR="00621414" w:rsidRPr="000C5E86" w:rsidRDefault="00621414" w:rsidP="000C5E86">
      <w:pPr>
        <w:pStyle w:val="a3"/>
        <w:numPr>
          <w:ilvl w:val="0"/>
          <w:numId w:val="6"/>
        </w:numPr>
        <w:rPr>
          <w:rFonts w:ascii="Times New Roman" w:hAnsi="Times New Roman"/>
          <w:b/>
          <w:sz w:val="24"/>
          <w:szCs w:val="24"/>
        </w:rPr>
      </w:pPr>
      <w:r w:rsidRPr="00621414">
        <w:rPr>
          <w:rFonts w:ascii="Times New Roman" w:hAnsi="Times New Roman"/>
          <w:b/>
          <w:sz w:val="24"/>
          <w:szCs w:val="24"/>
        </w:rPr>
        <w:t xml:space="preserve">Подведение итогов урока </w:t>
      </w:r>
      <w:r w:rsidR="007E5949" w:rsidRPr="00621414">
        <w:rPr>
          <w:rFonts w:ascii="Times New Roman" w:hAnsi="Times New Roman"/>
          <w:b/>
          <w:sz w:val="24"/>
          <w:szCs w:val="24"/>
        </w:rPr>
        <w:t>выставление  оценок</w:t>
      </w:r>
    </w:p>
    <w:p w:rsidR="007E5949" w:rsidRDefault="007E5949" w:rsidP="00621414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6E6F06">
        <w:rPr>
          <w:rFonts w:ascii="Times New Roman" w:hAnsi="Times New Roman"/>
          <w:b/>
          <w:sz w:val="24"/>
          <w:szCs w:val="24"/>
        </w:rPr>
        <w:t>Домашнее задание.</w:t>
      </w:r>
      <w:r>
        <w:rPr>
          <w:rFonts w:ascii="Times New Roman" w:hAnsi="Times New Roman"/>
          <w:sz w:val="24"/>
          <w:szCs w:val="24"/>
        </w:rPr>
        <w:t xml:space="preserve"> П. 16. </w:t>
      </w:r>
      <w:r w:rsidR="008D5C74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тр. 101-№1,2,3</w:t>
      </w:r>
      <w:r w:rsidR="008D5C74">
        <w:rPr>
          <w:rFonts w:ascii="Times New Roman" w:hAnsi="Times New Roman"/>
          <w:sz w:val="24"/>
          <w:szCs w:val="24"/>
        </w:rPr>
        <w:t xml:space="preserve"> (И.Г. Семакин, Л.А., Залогова «Информатика и ИКТ»)</w:t>
      </w:r>
    </w:p>
    <w:p w:rsidR="00F11A04" w:rsidRDefault="00F11A04" w:rsidP="00F11A04">
      <w:pPr>
        <w:pStyle w:val="a3"/>
        <w:ind w:left="92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F11A04" w:rsidRPr="003F4E29" w:rsidRDefault="00F11A04" w:rsidP="00F11A04">
      <w:pPr>
        <w:pStyle w:val="a3"/>
        <w:ind w:left="927"/>
        <w:rPr>
          <w:rFonts w:ascii="Times New Roman" w:hAnsi="Times New Roman"/>
          <w:sz w:val="24"/>
          <w:szCs w:val="24"/>
          <w:lang w:val="tt-RU"/>
        </w:rPr>
      </w:pPr>
      <w:r w:rsidRPr="00BB35A7">
        <w:rPr>
          <w:rFonts w:ascii="Times New Roman" w:hAnsi="Times New Roman"/>
          <w:sz w:val="24"/>
          <w:szCs w:val="24"/>
        </w:rPr>
        <w:t>Салихова Альфия Медировна</w:t>
      </w:r>
      <w:r w:rsidR="003F4E29">
        <w:rPr>
          <w:rFonts w:ascii="Times New Roman" w:hAnsi="Times New Roman"/>
          <w:sz w:val="24"/>
          <w:szCs w:val="24"/>
          <w:lang w:val="tt-RU"/>
        </w:rPr>
        <w:t>, учител</w:t>
      </w:r>
      <w:r w:rsidR="003F4E29">
        <w:rPr>
          <w:rFonts w:ascii="Times New Roman" w:hAnsi="Times New Roman"/>
          <w:sz w:val="24"/>
          <w:szCs w:val="24"/>
        </w:rPr>
        <w:t>ь</w:t>
      </w:r>
      <w:r w:rsidR="003F4E29">
        <w:rPr>
          <w:rFonts w:ascii="Times New Roman" w:hAnsi="Times New Roman"/>
          <w:sz w:val="24"/>
          <w:szCs w:val="24"/>
          <w:lang w:val="tt-RU"/>
        </w:rPr>
        <w:t xml:space="preserve"> информатики первой квалификационной категории</w:t>
      </w:r>
    </w:p>
    <w:p w:rsidR="00F11A04" w:rsidRPr="00BB35A7" w:rsidRDefault="00F11A04" w:rsidP="00F11A04">
      <w:pPr>
        <w:pStyle w:val="a3"/>
        <w:ind w:left="927"/>
        <w:rPr>
          <w:rFonts w:ascii="Times New Roman" w:hAnsi="Times New Roman"/>
          <w:sz w:val="24"/>
          <w:szCs w:val="24"/>
        </w:rPr>
      </w:pPr>
      <w:r w:rsidRPr="00BB35A7">
        <w:rPr>
          <w:rFonts w:ascii="Times New Roman" w:hAnsi="Times New Roman"/>
          <w:sz w:val="24"/>
          <w:szCs w:val="24"/>
        </w:rPr>
        <w:t>МБОУ «Лицей №149 с татарским языком обучения»</w:t>
      </w:r>
      <w:r w:rsidR="00BB35A7" w:rsidRPr="00BB35A7">
        <w:rPr>
          <w:rFonts w:ascii="Times New Roman" w:hAnsi="Times New Roman"/>
          <w:sz w:val="24"/>
          <w:szCs w:val="24"/>
        </w:rPr>
        <w:t xml:space="preserve"> </w:t>
      </w:r>
      <w:r w:rsidRPr="00BB35A7">
        <w:rPr>
          <w:rFonts w:ascii="Times New Roman" w:hAnsi="Times New Roman"/>
          <w:sz w:val="24"/>
          <w:szCs w:val="24"/>
        </w:rPr>
        <w:t>Советского района г. Казани»</w:t>
      </w:r>
    </w:p>
    <w:p w:rsidR="00F11A04" w:rsidRPr="00BB35A7" w:rsidRDefault="00F11A04" w:rsidP="00F11A04">
      <w:pPr>
        <w:pStyle w:val="a3"/>
        <w:ind w:left="927"/>
        <w:rPr>
          <w:rFonts w:ascii="Times New Roman" w:hAnsi="Times New Roman"/>
          <w:sz w:val="24"/>
          <w:szCs w:val="24"/>
        </w:rPr>
      </w:pPr>
      <w:r w:rsidRPr="00BB35A7">
        <w:rPr>
          <w:rFonts w:ascii="Times New Roman" w:hAnsi="Times New Roman"/>
          <w:sz w:val="24"/>
          <w:szCs w:val="24"/>
        </w:rPr>
        <w:t xml:space="preserve">Электронный адрес: </w:t>
      </w:r>
      <w:hyperlink r:id="rId11" w:history="1">
        <w:r w:rsidRPr="00BB35A7">
          <w:rPr>
            <w:rStyle w:val="a7"/>
            <w:rFonts w:ascii="Times New Roman" w:hAnsi="Times New Roman"/>
            <w:sz w:val="24"/>
            <w:szCs w:val="24"/>
            <w:lang w:val="en-US"/>
          </w:rPr>
          <w:t>sali</w:t>
        </w:r>
        <w:r w:rsidRPr="00BB35A7">
          <w:rPr>
            <w:rStyle w:val="a7"/>
            <w:rFonts w:ascii="Times New Roman" w:hAnsi="Times New Roman"/>
            <w:sz w:val="24"/>
            <w:szCs w:val="24"/>
          </w:rPr>
          <w:t>98@</w:t>
        </w:r>
        <w:r w:rsidRPr="00BB35A7">
          <w:rPr>
            <w:rStyle w:val="a7"/>
            <w:rFonts w:ascii="Times New Roman" w:hAnsi="Times New Roman"/>
            <w:sz w:val="24"/>
            <w:szCs w:val="24"/>
            <w:lang w:val="en-US"/>
          </w:rPr>
          <w:t>list</w:t>
        </w:r>
        <w:r w:rsidRPr="00BB35A7">
          <w:rPr>
            <w:rStyle w:val="a7"/>
            <w:rFonts w:ascii="Times New Roman" w:hAnsi="Times New Roman"/>
            <w:sz w:val="24"/>
            <w:szCs w:val="24"/>
          </w:rPr>
          <w:t>.</w:t>
        </w:r>
        <w:r w:rsidRPr="00BB35A7">
          <w:rPr>
            <w:rStyle w:val="a7"/>
            <w:rFonts w:ascii="Times New Roman" w:hAnsi="Times New Roman"/>
            <w:sz w:val="24"/>
            <w:szCs w:val="24"/>
            <w:lang w:val="en-US"/>
          </w:rPr>
          <w:t>ru</w:t>
        </w:r>
      </w:hyperlink>
    </w:p>
    <w:p w:rsidR="00F11A04" w:rsidRPr="00BB35A7" w:rsidRDefault="00F11A04" w:rsidP="00F11A04">
      <w:pPr>
        <w:pStyle w:val="a3"/>
        <w:ind w:left="927"/>
        <w:rPr>
          <w:rFonts w:ascii="Times New Roman" w:hAnsi="Times New Roman"/>
          <w:sz w:val="24"/>
          <w:szCs w:val="24"/>
          <w:lang w:val="en-US"/>
        </w:rPr>
      </w:pPr>
      <w:r w:rsidRPr="00BB35A7">
        <w:rPr>
          <w:rFonts w:ascii="Times New Roman" w:hAnsi="Times New Roman"/>
          <w:sz w:val="24"/>
          <w:szCs w:val="24"/>
          <w:lang w:val="tt-RU"/>
        </w:rPr>
        <w:t>Сайт:</w:t>
      </w:r>
      <w:r w:rsidRPr="00BB35A7">
        <w:rPr>
          <w:rFonts w:ascii="Times New Roman" w:hAnsi="Times New Roman"/>
          <w:sz w:val="24"/>
          <w:szCs w:val="24"/>
          <w:lang w:val="en-US"/>
        </w:rPr>
        <w:t>www.salinf.ucoz.net</w:t>
      </w:r>
    </w:p>
    <w:p w:rsidR="007E5949" w:rsidRDefault="007E5949" w:rsidP="007E5949"/>
    <w:p w:rsidR="00770D6E" w:rsidRDefault="00770D6E" w:rsidP="007E5949">
      <w:pPr>
        <w:ind w:left="567"/>
      </w:pPr>
    </w:p>
    <w:sectPr w:rsidR="00770D6E" w:rsidSect="007E5949">
      <w:pgSz w:w="11906" w:h="16838"/>
      <w:pgMar w:top="1134" w:right="1474" w:bottom="1134" w:left="567" w:header="709" w:footer="709" w:gutter="56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4134D"/>
    <w:multiLevelType w:val="hybridMultilevel"/>
    <w:tmpl w:val="D9DC5F0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462D3B"/>
    <w:multiLevelType w:val="hybridMultilevel"/>
    <w:tmpl w:val="A3464666"/>
    <w:lvl w:ilvl="0" w:tplc="3290488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21E175E5"/>
    <w:multiLevelType w:val="hybridMultilevel"/>
    <w:tmpl w:val="D632ED9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BD6AD0"/>
    <w:multiLevelType w:val="multilevel"/>
    <w:tmpl w:val="D7348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071EE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7A006A3"/>
    <w:multiLevelType w:val="multilevel"/>
    <w:tmpl w:val="34C86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2A3FC3"/>
    <w:multiLevelType w:val="hybridMultilevel"/>
    <w:tmpl w:val="CEF8AF1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A607FA"/>
    <w:multiLevelType w:val="hybridMultilevel"/>
    <w:tmpl w:val="605E7C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B22782B"/>
    <w:multiLevelType w:val="hybridMultilevel"/>
    <w:tmpl w:val="A6EC4DD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attachedTemplate r:id="rId1"/>
  <w:defaultTabStop w:val="708"/>
  <w:drawingGridHorizontalSpacing w:val="110"/>
  <w:displayHorizontalDrawingGridEvery w:val="2"/>
  <w:characterSpacingControl w:val="doNotCompress"/>
  <w:compat/>
  <w:rsids>
    <w:rsidRoot w:val="00350D48"/>
    <w:rsid w:val="000C5E86"/>
    <w:rsid w:val="00251A85"/>
    <w:rsid w:val="00350D48"/>
    <w:rsid w:val="003F4E29"/>
    <w:rsid w:val="004A4E9E"/>
    <w:rsid w:val="00556400"/>
    <w:rsid w:val="005D11C2"/>
    <w:rsid w:val="00621414"/>
    <w:rsid w:val="00666DCC"/>
    <w:rsid w:val="006E6F06"/>
    <w:rsid w:val="006F19A4"/>
    <w:rsid w:val="00770D6E"/>
    <w:rsid w:val="007E5949"/>
    <w:rsid w:val="008144DD"/>
    <w:rsid w:val="008D5C74"/>
    <w:rsid w:val="00BB35A7"/>
    <w:rsid w:val="00C54DB5"/>
    <w:rsid w:val="00EE19D9"/>
    <w:rsid w:val="00F11A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94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59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9D9"/>
    <w:rPr>
      <w:rFonts w:ascii="Tahoma" w:eastAsia="Calibri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E19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F11A0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sali98@list.ru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80;&#1085;&#1092;&#1086;&#1088;&#1084;&#1072;&#1090;&#1080;&#1082;&#1072;149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D28F2-0467-4E39-B438-CDE0326AE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информатика149</Template>
  <TotalTime>1</TotalTime>
  <Pages>3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4848</CharactersWithSpaces>
  <SharedDoc>false</SharedDoc>
  <HLinks>
    <vt:vector size="6" baseType="variant">
      <vt:variant>
        <vt:i4>7012427</vt:i4>
      </vt:variant>
      <vt:variant>
        <vt:i4>0</vt:i4>
      </vt:variant>
      <vt:variant>
        <vt:i4>0</vt:i4>
      </vt:variant>
      <vt:variant>
        <vt:i4>5</vt:i4>
      </vt:variant>
      <vt:variant>
        <vt:lpwstr>mailto:sali98@list.ru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</dc:creator>
  <cp:lastModifiedBy>Макаров</cp:lastModifiedBy>
  <cp:revision>1</cp:revision>
  <cp:lastPrinted>2011-12-16T12:41:00Z</cp:lastPrinted>
  <dcterms:created xsi:type="dcterms:W3CDTF">2011-12-17T07:39:00Z</dcterms:created>
  <dcterms:modified xsi:type="dcterms:W3CDTF">2011-12-17T07:40:00Z</dcterms:modified>
</cp:coreProperties>
</file>